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72" w:rsidRDefault="00200172" w:rsidP="0075625D">
      <w:pPr>
        <w:pStyle w:val="Default"/>
        <w:rPr>
          <w:rFonts w:cs="Times New Roman"/>
          <w:b/>
          <w:bCs/>
          <w:sz w:val="32"/>
          <w:szCs w:val="32"/>
        </w:rPr>
      </w:pPr>
    </w:p>
    <w:p w:rsidR="00200172" w:rsidRPr="00881D52" w:rsidRDefault="00200172" w:rsidP="0075625D">
      <w:pPr>
        <w:pStyle w:val="Default"/>
        <w:rPr>
          <w:rFonts w:cs="Times New Roman"/>
          <w:b/>
          <w:bCs/>
          <w:sz w:val="32"/>
          <w:szCs w:val="32"/>
        </w:rPr>
      </w:pPr>
      <w:r w:rsidRPr="00881D52">
        <w:rPr>
          <w:rFonts w:hint="eastAsia"/>
          <w:b/>
          <w:bCs/>
          <w:sz w:val="32"/>
          <w:szCs w:val="32"/>
        </w:rPr>
        <w:t>著作物（</w:t>
      </w:r>
      <w:r>
        <w:rPr>
          <w:rFonts w:hint="eastAsia"/>
          <w:b/>
          <w:bCs/>
          <w:sz w:val="32"/>
          <w:szCs w:val="32"/>
        </w:rPr>
        <w:t>広報文</w:t>
      </w:r>
      <w:r w:rsidRPr="00881D52">
        <w:rPr>
          <w:rFonts w:hint="eastAsia"/>
          <w:b/>
          <w:bCs/>
          <w:sz w:val="32"/>
          <w:szCs w:val="32"/>
        </w:rPr>
        <w:t>）利用申込書</w:t>
      </w:r>
      <w:r>
        <w:rPr>
          <w:rFonts w:hint="eastAsia"/>
          <w:b/>
          <w:bCs/>
          <w:sz w:val="32"/>
          <w:szCs w:val="32"/>
        </w:rPr>
        <w:t xml:space="preserve">　</w:t>
      </w:r>
    </w:p>
    <w:p w:rsidR="00200172" w:rsidRDefault="00200172" w:rsidP="0075625D">
      <w:pPr>
        <w:pStyle w:val="Default"/>
        <w:rPr>
          <w:rFonts w:cs="Times New Roman"/>
          <w:sz w:val="23"/>
          <w:szCs w:val="23"/>
        </w:rPr>
      </w:pPr>
    </w:p>
    <w:p w:rsidR="00200172" w:rsidRDefault="00200172" w:rsidP="0075625D">
      <w:pPr>
        <w:pStyle w:val="Default"/>
        <w:rPr>
          <w:rFonts w:cs="Times New Roman"/>
          <w:sz w:val="23"/>
          <w:szCs w:val="23"/>
        </w:rPr>
      </w:pPr>
      <w:r>
        <w:rPr>
          <w:rFonts w:hint="eastAsia"/>
          <w:sz w:val="23"/>
          <w:szCs w:val="23"/>
        </w:rPr>
        <w:t>生駒市役所　行</w:t>
      </w:r>
    </w:p>
    <w:p w:rsidR="00200172" w:rsidRDefault="00200172" w:rsidP="0075625D">
      <w:pPr>
        <w:pStyle w:val="Default"/>
        <w:rPr>
          <w:rFonts w:cs="Times New Roman"/>
          <w:sz w:val="20"/>
          <w:szCs w:val="20"/>
        </w:rPr>
      </w:pPr>
      <w:r>
        <w:rPr>
          <w:sz w:val="23"/>
          <w:szCs w:val="23"/>
        </w:rPr>
        <w:t>Tel 0743-74-1111</w:t>
      </w:r>
      <w:r>
        <w:rPr>
          <w:rFonts w:hint="eastAsia"/>
          <w:sz w:val="20"/>
          <w:szCs w:val="20"/>
        </w:rPr>
        <w:t>※太枠内は必ずご記入下さい。</w:t>
      </w:r>
    </w:p>
    <w:tbl>
      <w:tblPr>
        <w:tblW w:w="0" w:type="auto"/>
        <w:tblLayout w:type="fixed"/>
        <w:tblLook w:val="0000"/>
      </w:tblPr>
      <w:tblGrid>
        <w:gridCol w:w="4219"/>
        <w:gridCol w:w="284"/>
        <w:gridCol w:w="3559"/>
      </w:tblGrid>
      <w:tr w:rsidR="00200172" w:rsidRPr="00DC0EC0">
        <w:trPr>
          <w:trHeight w:val="386"/>
        </w:trPr>
        <w:tc>
          <w:tcPr>
            <w:tcW w:w="4219" w:type="dxa"/>
          </w:tcPr>
          <w:p w:rsidR="00200172" w:rsidRPr="00DC0EC0" w:rsidRDefault="00200172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C0EC0">
              <w:rPr>
                <w:rFonts w:hint="eastAsia"/>
                <w:sz w:val="20"/>
                <w:szCs w:val="20"/>
              </w:rPr>
              <w:t>１、申込者（申込日</w:t>
            </w:r>
            <w:r w:rsidRPr="00DC0EC0">
              <w:rPr>
                <w:sz w:val="20"/>
                <w:szCs w:val="20"/>
              </w:rPr>
              <w:t>26</w:t>
            </w:r>
            <w:r w:rsidRPr="00DC0EC0">
              <w:rPr>
                <w:rFonts w:hint="eastAsia"/>
                <w:sz w:val="20"/>
                <w:szCs w:val="20"/>
              </w:rPr>
              <w:t>年</w:t>
            </w:r>
            <w:r w:rsidRPr="00DC0EC0">
              <w:rPr>
                <w:sz w:val="20"/>
                <w:szCs w:val="20"/>
              </w:rPr>
              <w:t>1</w:t>
            </w:r>
            <w:bookmarkStart w:id="0" w:name="_GoBack"/>
            <w:bookmarkEnd w:id="0"/>
            <w:r w:rsidRPr="00DC0EC0">
              <w:rPr>
                <w:rFonts w:hint="eastAsia"/>
                <w:sz w:val="20"/>
                <w:szCs w:val="20"/>
              </w:rPr>
              <w:t>月</w:t>
            </w:r>
            <w:r w:rsidRPr="00DC0EC0">
              <w:rPr>
                <w:sz w:val="20"/>
                <w:szCs w:val="20"/>
              </w:rPr>
              <w:t>15</w:t>
            </w:r>
            <w:r w:rsidRPr="00DC0EC0">
              <w:rPr>
                <w:rFonts w:hint="eastAsia"/>
                <w:sz w:val="20"/>
                <w:szCs w:val="20"/>
              </w:rPr>
              <w:t>日）申込会社</w:t>
            </w:r>
          </w:p>
          <w:p w:rsidR="00200172" w:rsidRPr="00DC0EC0" w:rsidRDefault="00200172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C0EC0">
              <w:rPr>
                <w:rFonts w:hint="eastAsia"/>
                <w:sz w:val="20"/>
                <w:szCs w:val="20"/>
              </w:rPr>
              <w:t>ご担当者　脇　長泰</w:t>
            </w:r>
          </w:p>
        </w:tc>
        <w:tc>
          <w:tcPr>
            <w:tcW w:w="3843" w:type="dxa"/>
            <w:gridSpan w:val="2"/>
          </w:tcPr>
          <w:p w:rsidR="00200172" w:rsidRPr="00DC0EC0" w:rsidRDefault="00200172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C0EC0">
              <w:rPr>
                <w:rFonts w:hint="eastAsia"/>
                <w:sz w:val="20"/>
                <w:szCs w:val="20"/>
              </w:rPr>
              <w:t>会社名　　　　奈良県立高等技術専門校</w:t>
            </w:r>
          </w:p>
          <w:p w:rsidR="00200172" w:rsidRPr="00DC0EC0" w:rsidRDefault="00200172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C0EC0">
              <w:rPr>
                <w:rFonts w:hint="eastAsia"/>
                <w:sz w:val="20"/>
                <w:szCs w:val="20"/>
              </w:rPr>
              <w:t>所属部署名　販売実務科ご担当者名</w:t>
            </w:r>
          </w:p>
        </w:tc>
      </w:tr>
      <w:tr w:rsidR="00200172" w:rsidRPr="00DC0EC0">
        <w:trPr>
          <w:trHeight w:val="146"/>
        </w:trPr>
        <w:tc>
          <w:tcPr>
            <w:tcW w:w="4503" w:type="dxa"/>
            <w:gridSpan w:val="2"/>
          </w:tcPr>
          <w:p w:rsidR="00200172" w:rsidRPr="00DC0EC0" w:rsidRDefault="00200172">
            <w:pPr>
              <w:pStyle w:val="Default"/>
              <w:rPr>
                <w:sz w:val="20"/>
                <w:szCs w:val="20"/>
              </w:rPr>
            </w:pPr>
            <w:r w:rsidRPr="00DC0EC0">
              <w:rPr>
                <w:rFonts w:hint="eastAsia"/>
                <w:sz w:val="20"/>
                <w:szCs w:val="20"/>
              </w:rPr>
              <w:t>所在地　〒</w:t>
            </w:r>
            <w:r w:rsidRPr="00DC0EC0">
              <w:rPr>
                <w:sz w:val="20"/>
                <w:szCs w:val="20"/>
              </w:rPr>
              <w:t>636</w:t>
            </w:r>
            <w:r w:rsidRPr="00DC0EC0">
              <w:rPr>
                <w:rFonts w:cs="Century"/>
                <w:sz w:val="20"/>
                <w:szCs w:val="20"/>
              </w:rPr>
              <w:t>–</w:t>
            </w:r>
            <w:r w:rsidRPr="00DC0EC0">
              <w:rPr>
                <w:sz w:val="20"/>
                <w:szCs w:val="20"/>
              </w:rPr>
              <w:t>0212</w:t>
            </w:r>
            <w:r w:rsidRPr="00DC0EC0">
              <w:rPr>
                <w:rFonts w:hint="eastAsia"/>
                <w:sz w:val="20"/>
                <w:szCs w:val="20"/>
              </w:rPr>
              <w:t xml:space="preserve">　奈良県磯城郡三宅石見</w:t>
            </w:r>
            <w:r w:rsidRPr="00DC0EC0">
              <w:rPr>
                <w:sz w:val="20"/>
                <w:szCs w:val="20"/>
              </w:rPr>
              <w:t>440</w:t>
            </w:r>
          </w:p>
        </w:tc>
        <w:tc>
          <w:tcPr>
            <w:tcW w:w="3559" w:type="dxa"/>
          </w:tcPr>
          <w:p w:rsidR="00200172" w:rsidRPr="00DC0EC0" w:rsidRDefault="00200172" w:rsidP="00207C8E">
            <w:pPr>
              <w:pStyle w:val="Default"/>
              <w:rPr>
                <w:sz w:val="20"/>
                <w:szCs w:val="20"/>
              </w:rPr>
            </w:pPr>
            <w:r w:rsidRPr="00DC0EC0">
              <w:rPr>
                <w:sz w:val="20"/>
                <w:szCs w:val="20"/>
              </w:rPr>
              <w:t>TEL0745</w:t>
            </w:r>
            <w:r w:rsidRPr="00DC0EC0">
              <w:rPr>
                <w:rFonts w:hint="eastAsia"/>
                <w:sz w:val="20"/>
                <w:szCs w:val="20"/>
              </w:rPr>
              <w:t>（</w:t>
            </w:r>
            <w:r w:rsidRPr="00DC0EC0">
              <w:rPr>
                <w:sz w:val="20"/>
                <w:szCs w:val="20"/>
              </w:rPr>
              <w:t>44</w:t>
            </w:r>
            <w:r w:rsidRPr="00DC0EC0">
              <w:rPr>
                <w:rFonts w:hint="eastAsia"/>
                <w:sz w:val="20"/>
                <w:szCs w:val="20"/>
              </w:rPr>
              <w:t>）</w:t>
            </w:r>
            <w:r w:rsidRPr="00DC0EC0">
              <w:rPr>
                <w:sz w:val="20"/>
                <w:szCs w:val="20"/>
              </w:rPr>
              <w:t xml:space="preserve">0565 FAX </w:t>
            </w:r>
            <w:r w:rsidRPr="00DC0EC0">
              <w:rPr>
                <w:rFonts w:hint="eastAsia"/>
                <w:sz w:val="20"/>
                <w:szCs w:val="20"/>
              </w:rPr>
              <w:t>（</w:t>
            </w:r>
            <w:r w:rsidRPr="00DC0EC0">
              <w:rPr>
                <w:sz w:val="20"/>
                <w:szCs w:val="20"/>
              </w:rPr>
              <w:t>44</w:t>
            </w:r>
            <w:r w:rsidRPr="00DC0EC0">
              <w:rPr>
                <w:rFonts w:hint="eastAsia"/>
                <w:sz w:val="20"/>
                <w:szCs w:val="20"/>
              </w:rPr>
              <w:t>）</w:t>
            </w:r>
            <w:r w:rsidRPr="00DC0EC0">
              <w:rPr>
                <w:sz w:val="20"/>
                <w:szCs w:val="20"/>
              </w:rPr>
              <w:t>1057</w:t>
            </w:r>
          </w:p>
          <w:p w:rsidR="00200172" w:rsidRPr="00DC0EC0" w:rsidRDefault="00200172">
            <w:pPr>
              <w:pStyle w:val="Default"/>
              <w:rPr>
                <w:rFonts w:cs="Times New Roman"/>
                <w:sz w:val="20"/>
                <w:szCs w:val="20"/>
              </w:rPr>
            </w:pPr>
          </w:p>
        </w:tc>
      </w:tr>
      <w:tr w:rsidR="00200172" w:rsidRPr="00DC0EC0">
        <w:trPr>
          <w:trHeight w:val="627"/>
        </w:trPr>
        <w:tc>
          <w:tcPr>
            <w:tcW w:w="4219" w:type="dxa"/>
          </w:tcPr>
          <w:p w:rsidR="00200172" w:rsidRPr="00DC0EC0" w:rsidRDefault="00200172">
            <w:pPr>
              <w:pStyle w:val="Default"/>
              <w:rPr>
                <w:sz w:val="20"/>
                <w:szCs w:val="20"/>
              </w:rPr>
            </w:pPr>
            <w:r w:rsidRPr="00DC0EC0">
              <w:rPr>
                <w:rFonts w:hint="eastAsia"/>
                <w:sz w:val="20"/>
                <w:szCs w:val="20"/>
              </w:rPr>
              <w:t>自宅　　生駒市菜畑町</w:t>
            </w:r>
            <w:r w:rsidRPr="00DC0EC0">
              <w:rPr>
                <w:sz w:val="20"/>
                <w:szCs w:val="20"/>
              </w:rPr>
              <w:t>2313-72</w:t>
            </w:r>
          </w:p>
          <w:p w:rsidR="00200172" w:rsidRPr="00DC0EC0" w:rsidRDefault="00200172">
            <w:pPr>
              <w:pStyle w:val="Default"/>
              <w:rPr>
                <w:sz w:val="20"/>
                <w:szCs w:val="20"/>
              </w:rPr>
            </w:pPr>
            <w:r w:rsidRPr="00DC0EC0">
              <w:rPr>
                <w:sz w:val="20"/>
                <w:szCs w:val="20"/>
              </w:rPr>
              <w:t>TEL</w:t>
            </w:r>
            <w:r w:rsidRPr="00DC0EC0">
              <w:rPr>
                <w:rFonts w:hint="eastAsia"/>
                <w:sz w:val="20"/>
                <w:szCs w:val="20"/>
              </w:rPr>
              <w:t xml:space="preserve">　　</w:t>
            </w:r>
            <w:r w:rsidRPr="00DC0EC0">
              <w:rPr>
                <w:sz w:val="20"/>
                <w:szCs w:val="20"/>
              </w:rPr>
              <w:t>0743-57-1796</w:t>
            </w:r>
          </w:p>
        </w:tc>
        <w:tc>
          <w:tcPr>
            <w:tcW w:w="3843" w:type="dxa"/>
            <w:gridSpan w:val="2"/>
          </w:tcPr>
          <w:p w:rsidR="00200172" w:rsidRPr="00DC0EC0" w:rsidRDefault="00200172">
            <w:pPr>
              <w:pStyle w:val="Default"/>
              <w:rPr>
                <w:sz w:val="20"/>
                <w:szCs w:val="20"/>
              </w:rPr>
            </w:pPr>
            <w:r w:rsidRPr="00DC0EC0">
              <w:rPr>
                <w:rFonts w:hint="eastAsia"/>
                <w:sz w:val="20"/>
                <w:szCs w:val="20"/>
              </w:rPr>
              <w:t>携帯電話</w:t>
            </w:r>
            <w:r w:rsidRPr="00DC0EC0">
              <w:rPr>
                <w:sz w:val="20"/>
                <w:szCs w:val="20"/>
              </w:rPr>
              <w:t>080-3039-8764</w:t>
            </w:r>
          </w:p>
          <w:p w:rsidR="00200172" w:rsidRPr="00DC0EC0" w:rsidRDefault="0020017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200172" w:rsidRPr="002D0EEA" w:rsidRDefault="00200172" w:rsidP="002D0EEA">
      <w:pPr>
        <w:autoSpaceDE w:val="0"/>
        <w:autoSpaceDN w:val="0"/>
        <w:adjustRightInd w:val="0"/>
        <w:jc w:val="left"/>
        <w:rPr>
          <w:rFonts w:ascii="ＭＳ Ｐゴシック" w:eastAsia="ＭＳ Ｐゴシック" w:cs="Times New Roman"/>
          <w:color w:val="000000"/>
          <w:kern w:val="0"/>
          <w:sz w:val="24"/>
          <w:szCs w:val="24"/>
        </w:rPr>
      </w:pPr>
    </w:p>
    <w:tbl>
      <w:tblPr>
        <w:tblW w:w="8897" w:type="dxa"/>
        <w:tblLayout w:type="fixed"/>
        <w:tblLook w:val="0000"/>
      </w:tblPr>
      <w:tblGrid>
        <w:gridCol w:w="3936"/>
        <w:gridCol w:w="3361"/>
        <w:gridCol w:w="1600"/>
      </w:tblGrid>
      <w:tr w:rsidR="00200172" w:rsidRPr="00DC0EC0">
        <w:trPr>
          <w:gridAfter w:val="1"/>
          <w:wAfter w:w="1600" w:type="dxa"/>
          <w:trHeight w:val="262"/>
        </w:trPr>
        <w:tc>
          <w:tcPr>
            <w:tcW w:w="3936" w:type="dxa"/>
          </w:tcPr>
          <w:p w:rsidR="00200172" w:rsidRPr="00DC0EC0" w:rsidRDefault="00200172" w:rsidP="002D0E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２、利用希望著作物（複数の場合は、</w:t>
            </w:r>
          </w:p>
          <w:p w:rsidR="00200172" w:rsidRPr="00DC0EC0" w:rsidRDefault="00200172" w:rsidP="002D0E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別紙に下記の項目をまとめてご記入下さい利用著作物</w:t>
            </w:r>
          </w:p>
        </w:tc>
        <w:tc>
          <w:tcPr>
            <w:tcW w:w="3361" w:type="dxa"/>
          </w:tcPr>
          <w:p w:rsidR="00200172" w:rsidRPr="00DC0EC0" w:rsidRDefault="00200172" w:rsidP="002D0E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その他（）</w:t>
            </w:r>
          </w:p>
          <w:p w:rsidR="00200172" w:rsidRPr="00DC0EC0" w:rsidRDefault="00200172" w:rsidP="002D0E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00172" w:rsidRPr="00DC0EC0">
        <w:trPr>
          <w:trHeight w:val="1322"/>
        </w:trPr>
        <w:tc>
          <w:tcPr>
            <w:tcW w:w="3936" w:type="dxa"/>
          </w:tcPr>
          <w:p w:rsidR="00200172" w:rsidRPr="00DC0EC0" w:rsidRDefault="00200172" w:rsidP="00FA1AB8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その掲載面・発行・年月日　</w:t>
            </w:r>
          </w:p>
          <w:p w:rsidR="00200172" w:rsidRPr="00DC0EC0" w:rsidRDefault="00200172" w:rsidP="00FA1AB8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生駒市土木課　平成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18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年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10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月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3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日</w:t>
            </w:r>
          </w:p>
          <w:p w:rsidR="00200172" w:rsidRPr="00DC0EC0" w:rsidRDefault="00200172" w:rsidP="005846AC">
            <w:pPr>
              <w:autoSpaceDE w:val="0"/>
              <w:autoSpaceDN w:val="0"/>
              <w:adjustRightInd w:val="0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生駒市産業振興課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 xml:space="preserve"> 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平成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18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年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8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月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21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日　</w:t>
            </w:r>
          </w:p>
          <w:p w:rsidR="00200172" w:rsidRPr="00DC0EC0" w:rsidRDefault="00200172" w:rsidP="005846AC">
            <w:pPr>
              <w:autoSpaceDE w:val="0"/>
              <w:autoSpaceDN w:val="0"/>
              <w:adjustRightInd w:val="0"/>
              <w:ind w:leftChars="-67" w:left="-141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生駒市清掃リレーセンター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 xml:space="preserve"> 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平成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18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年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11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4961" w:type="dxa"/>
            <w:gridSpan w:val="2"/>
          </w:tcPr>
          <w:p w:rsidR="00200172" w:rsidRPr="00DC0EC0" w:rsidRDefault="00200172" w:rsidP="002D0E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</w:p>
          <w:p w:rsidR="00200172" w:rsidRPr="00DC0EC0" w:rsidRDefault="00200172" w:rsidP="00FA1AB8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道路改良工事の協力依頼について</w:t>
            </w:r>
          </w:p>
          <w:p w:rsidR="00200172" w:rsidRPr="00DC0EC0" w:rsidRDefault="00200172" w:rsidP="00FA1AB8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「わな」及び｢銃器の使用による有害鳥獣について</w:t>
            </w:r>
          </w:p>
          <w:p w:rsidR="00200172" w:rsidRPr="00DC0EC0" w:rsidRDefault="00200172" w:rsidP="00FA1AB8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年始・年末のごみの持ち込みについて</w:t>
            </w:r>
          </w:p>
        </w:tc>
      </w:tr>
      <w:tr w:rsidR="00200172" w:rsidRPr="00DC0EC0">
        <w:trPr>
          <w:gridAfter w:val="1"/>
          <w:wAfter w:w="1600" w:type="dxa"/>
          <w:trHeight w:val="262"/>
        </w:trPr>
        <w:tc>
          <w:tcPr>
            <w:tcW w:w="7297" w:type="dxa"/>
            <w:gridSpan w:val="2"/>
          </w:tcPr>
          <w:p w:rsidR="00200172" w:rsidRPr="00DC0EC0" w:rsidRDefault="00200172" w:rsidP="002D0E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その見出し・図版のタイトル等</w:t>
            </w:r>
          </w:p>
        </w:tc>
      </w:tr>
    </w:tbl>
    <w:p w:rsidR="00200172" w:rsidRPr="00AC7AEA" w:rsidRDefault="00200172" w:rsidP="00AC7AEA">
      <w:pPr>
        <w:autoSpaceDE w:val="0"/>
        <w:autoSpaceDN w:val="0"/>
        <w:adjustRightInd w:val="0"/>
        <w:jc w:val="left"/>
        <w:rPr>
          <w:rFonts w:ascii="ＭＳ Ｐゴシック" w:eastAsia="ＭＳ Ｐゴシック" w:cs="Times New Roman"/>
          <w:color w:val="000000"/>
          <w:kern w:val="0"/>
          <w:sz w:val="24"/>
          <w:szCs w:val="24"/>
        </w:rPr>
      </w:pPr>
      <w:r>
        <w:rPr>
          <w:noProof/>
        </w:rPr>
        <w:pict>
          <v:oval id="円/楕円 2" o:spid="_x0000_s1026" style="position:absolute;margin-left:337.35pt;margin-top:17.25pt;width:22.5pt;height:18.75pt;z-index:251658240;visibility:visible;mso-position-horizontal-relative:text;mso-position-vertical-relative:text;v-text-anchor:middle" filled="f" strokecolor="windowText" strokeweight=".25pt"/>
        </w:pict>
      </w:r>
    </w:p>
    <w:tbl>
      <w:tblPr>
        <w:tblW w:w="9761" w:type="dxa"/>
        <w:tblLayout w:type="fixed"/>
        <w:tblLook w:val="0000"/>
      </w:tblPr>
      <w:tblGrid>
        <w:gridCol w:w="78"/>
        <w:gridCol w:w="992"/>
        <w:gridCol w:w="172"/>
        <w:gridCol w:w="2968"/>
        <w:gridCol w:w="142"/>
        <w:gridCol w:w="3444"/>
        <w:gridCol w:w="1965"/>
      </w:tblGrid>
      <w:tr w:rsidR="00200172" w:rsidRPr="00DC0EC0">
        <w:trPr>
          <w:gridAfter w:val="1"/>
          <w:wAfter w:w="1965" w:type="dxa"/>
          <w:trHeight w:val="264"/>
        </w:trPr>
        <w:tc>
          <w:tcPr>
            <w:tcW w:w="4352" w:type="dxa"/>
            <w:gridSpan w:val="5"/>
          </w:tcPr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３、利用先種類</w:t>
            </w: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厚生労働省主催</w:t>
            </w: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平成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26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年度職業能力開発　教材コンクール</w:t>
            </w: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職業能力開発総合大学校基盤整備センター</w:t>
            </w: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企画調整部職業訓練教材整備室</w:t>
            </w:r>
          </w:p>
        </w:tc>
        <w:tc>
          <w:tcPr>
            <w:tcW w:w="3444" w:type="dxa"/>
          </w:tcPr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</w:rPr>
              <w:pict>
                <v:oval id="円/楕円 1" o:spid="_x0000_s1027" style="position:absolute;margin-left:-4.2pt;margin-top:18pt;width:52.5pt;height:16.5pt;z-index:251657216;visibility:visible;mso-position-horizontal-relative:text;mso-position-vertical-relative:text;v-text-anchor:middle" filled="f" strokeweight=".25pt"/>
              </w:pic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○を付けて下さい→書籍・雑誌・冊子・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CD-ROM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・ビデオ・展示・ウェブサイト</w:t>
            </w: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その他（）</w:t>
            </w:r>
          </w:p>
        </w:tc>
      </w:tr>
      <w:tr w:rsidR="00200172" w:rsidRPr="00DC0EC0">
        <w:trPr>
          <w:gridAfter w:val="1"/>
          <w:wAfter w:w="1965" w:type="dxa"/>
          <w:trHeight w:val="100"/>
        </w:trPr>
        <w:tc>
          <w:tcPr>
            <w:tcW w:w="7796" w:type="dxa"/>
            <w:gridSpan w:val="6"/>
          </w:tcPr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４、タイトル</w:t>
            </w: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・覚えやすいローマ字入力「愛うえお」について</w:t>
            </w:r>
          </w:p>
        </w:tc>
      </w:tr>
      <w:tr w:rsidR="00200172" w:rsidRPr="00DC0EC0">
        <w:trPr>
          <w:gridAfter w:val="1"/>
          <w:wAfter w:w="1965" w:type="dxa"/>
          <w:trHeight w:val="100"/>
        </w:trPr>
        <w:tc>
          <w:tcPr>
            <w:tcW w:w="4210" w:type="dxa"/>
            <w:gridSpan w:val="4"/>
          </w:tcPr>
          <w:p w:rsidR="00200172" w:rsidRPr="00DC0EC0" w:rsidRDefault="00200172" w:rsidP="001B6893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</w:p>
          <w:p w:rsidR="00200172" w:rsidRPr="00DC0EC0" w:rsidRDefault="00200172" w:rsidP="001B6893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発行日・平成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26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年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8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月　応募　発表</w:t>
            </w:r>
          </w:p>
        </w:tc>
        <w:tc>
          <w:tcPr>
            <w:tcW w:w="3586" w:type="dxa"/>
            <w:gridSpan w:val="2"/>
          </w:tcPr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平成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26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年</w:t>
            </w:r>
            <w:r w:rsidRPr="00DC0EC0">
              <w:rPr>
                <w:rFonts w:ascii="ＭＳ Ｐゴシック" w:eastAsia="ＭＳ Ｐゴシック" w:cs="ＭＳ Ｐゴシック"/>
                <w:color w:val="000000"/>
                <w:kern w:val="0"/>
                <w:sz w:val="20"/>
                <w:szCs w:val="20"/>
              </w:rPr>
              <w:t>8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月予定</w:t>
            </w:r>
          </w:p>
        </w:tc>
      </w:tr>
      <w:tr w:rsidR="00200172" w:rsidRPr="00DC0EC0">
        <w:trPr>
          <w:gridAfter w:val="1"/>
          <w:wAfter w:w="1965" w:type="dxa"/>
          <w:trHeight w:val="756"/>
        </w:trPr>
        <w:tc>
          <w:tcPr>
            <w:tcW w:w="4210" w:type="dxa"/>
            <w:gridSpan w:val="4"/>
          </w:tcPr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利用方法</w:t>
            </w: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目的・教材コンクール応募発表</w:t>
            </w: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テキスト入力教材として具体的に使用する。</w:t>
            </w:r>
          </w:p>
        </w:tc>
        <w:tc>
          <w:tcPr>
            <w:tcW w:w="3586" w:type="dxa"/>
            <w:gridSpan w:val="2"/>
          </w:tcPr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（方法）教材</w:t>
            </w:r>
          </w:p>
          <w:p w:rsidR="00200172" w:rsidRPr="00DC0EC0" w:rsidRDefault="00200172" w:rsidP="001B6893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4"/>
                <w:szCs w:val="24"/>
              </w:rPr>
            </w:pP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0"/>
                <w:szCs w:val="20"/>
              </w:rPr>
              <w:t>（目的）覚えやすいローマ字</w:t>
            </w:r>
            <w:r w:rsidRPr="00DC0EC0">
              <w:rPr>
                <w:rFonts w:ascii="ＭＳ Ｐゴシック" w:eastAsia="ＭＳ Ｐゴシック" w:cs="ＭＳ Ｐゴシック" w:hint="eastAsia"/>
                <w:color w:val="000000"/>
                <w:kern w:val="0"/>
                <w:sz w:val="24"/>
                <w:szCs w:val="24"/>
              </w:rPr>
              <w:t>入力</w:t>
            </w:r>
          </w:p>
          <w:p w:rsidR="00200172" w:rsidRPr="00DC0EC0" w:rsidRDefault="00200172" w:rsidP="00AC7A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00172" w:rsidRPr="00DC0EC0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1505"/>
        </w:trPr>
        <w:tc>
          <w:tcPr>
            <w:tcW w:w="992" w:type="dxa"/>
          </w:tcPr>
          <w:p w:rsidR="00200172" w:rsidRDefault="00200172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color w:val="000000"/>
                <w:kern w:val="0"/>
                <w:sz w:val="22"/>
                <w:szCs w:val="22"/>
              </w:rPr>
            </w:pPr>
          </w:p>
          <w:p w:rsidR="00200172" w:rsidRPr="00DC0EC0" w:rsidRDefault="00200172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color w:val="000000"/>
                <w:kern w:val="0"/>
                <w:sz w:val="22"/>
                <w:szCs w:val="22"/>
              </w:rPr>
            </w:pPr>
          </w:p>
          <w:p w:rsidR="00200172" w:rsidRPr="00DC0EC0" w:rsidRDefault="00200172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color w:val="000000"/>
                <w:kern w:val="0"/>
                <w:sz w:val="22"/>
                <w:szCs w:val="22"/>
              </w:rPr>
            </w:pPr>
            <w:r w:rsidRPr="00DC0EC0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参考文献</w:t>
            </w:r>
          </w:p>
        </w:tc>
        <w:tc>
          <w:tcPr>
            <w:tcW w:w="172" w:type="dxa"/>
          </w:tcPr>
          <w:p w:rsidR="00200172" w:rsidRPr="00DC0EC0" w:rsidRDefault="00200172">
            <w:pPr>
              <w:autoSpaceDE w:val="0"/>
              <w:autoSpaceDN w:val="0"/>
              <w:adjustRightInd w:val="0"/>
              <w:jc w:val="right"/>
              <w:rPr>
                <w:rFonts w:ascii="ＭＳ Ｐゴシック" w:eastAsia="ＭＳ Ｐゴシック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9" w:type="dxa"/>
            <w:gridSpan w:val="4"/>
          </w:tcPr>
          <w:p w:rsidR="00200172" w:rsidRDefault="00200172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200172" w:rsidRPr="00DC0EC0" w:rsidRDefault="00200172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200172" w:rsidRPr="00DC0EC0" w:rsidRDefault="00200172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 w:rsidRPr="00DC0EC0">
              <w:rPr>
                <w:rFonts w:ascii="ＭＳ 明朝" w:cs="ＭＳ 明朝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・生駒市役所広報文　</w:t>
            </w:r>
            <w:r w:rsidRPr="00DC0EC0">
              <w:rPr>
                <w:rFonts w:ascii="ＭＳ 明朝" w:cs="ＭＳ 明朝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  <w:r w:rsidRPr="00DC0EC0">
              <w:rPr>
                <w:rFonts w:ascii="ＭＳ 明朝" w:cs="ＭＳ 明朝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通　</w:t>
            </w:r>
          </w:p>
          <w:p w:rsidR="00200172" w:rsidRPr="00DC0EC0" w:rsidRDefault="00200172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color w:val="000000"/>
                <w:kern w:val="0"/>
                <w:sz w:val="22"/>
                <w:szCs w:val="22"/>
              </w:rPr>
            </w:pPr>
            <w:r w:rsidRPr="00DC0EC0">
              <w:rPr>
                <w:rFonts w:ascii="ＭＳ 明朝" w:cs="ＭＳ 明朝" w:hint="eastAsia"/>
                <w:b/>
                <w:bCs/>
                <w:color w:val="000000"/>
                <w:kern w:val="0"/>
                <w:sz w:val="22"/>
                <w:szCs w:val="22"/>
              </w:rPr>
              <w:t>生駒市役所広報課から承諾をえる。（</w:t>
            </w:r>
            <w:r w:rsidRPr="00DC0EC0">
              <w:rPr>
                <w:rFonts w:ascii="ＭＳ 明朝" w:cs="ＭＳ 明朝"/>
                <w:b/>
                <w:bCs/>
                <w:color w:val="000000"/>
                <w:kern w:val="0"/>
                <w:sz w:val="22"/>
                <w:szCs w:val="22"/>
              </w:rPr>
              <w:t>2014.1.15</w:t>
            </w:r>
            <w:r w:rsidRPr="00DC0EC0">
              <w:rPr>
                <w:rFonts w:ascii="ＭＳ 明朝" w:cs="ＭＳ 明朝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）　</w:t>
            </w:r>
          </w:p>
          <w:p w:rsidR="00200172" w:rsidRPr="00DC0EC0" w:rsidRDefault="00200172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color w:val="000000"/>
                <w:kern w:val="0"/>
                <w:sz w:val="22"/>
                <w:szCs w:val="22"/>
              </w:rPr>
            </w:pPr>
            <w:r w:rsidRPr="00DC0EC0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　　　　　　　　　　　　　　　　　</w:t>
            </w:r>
          </w:p>
        </w:tc>
      </w:tr>
    </w:tbl>
    <w:p w:rsidR="00200172" w:rsidRPr="00592F5A" w:rsidRDefault="00200172" w:rsidP="001B6893">
      <w:pPr>
        <w:autoSpaceDE w:val="0"/>
        <w:autoSpaceDN w:val="0"/>
        <w:adjustRightInd w:val="0"/>
        <w:jc w:val="left"/>
        <w:rPr>
          <w:rFonts w:ascii="ＭＳ Ｐゴシック" w:eastAsia="ＭＳ Ｐゴシック" w:cs="Times New Roman"/>
          <w:color w:val="000000"/>
          <w:kern w:val="0"/>
          <w:sz w:val="24"/>
          <w:szCs w:val="24"/>
        </w:rPr>
      </w:pPr>
    </w:p>
    <w:sectPr w:rsidR="00200172" w:rsidRPr="00592F5A" w:rsidSect="00881D52">
      <w:pgSz w:w="11906" w:h="16838"/>
      <w:pgMar w:top="720" w:right="1134" w:bottom="720" w:left="226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172" w:rsidRDefault="00200172" w:rsidP="003323E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00172" w:rsidRDefault="00200172" w:rsidP="003323E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altName w:val="‡l‡r‡o… S… V…b… N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172" w:rsidRDefault="00200172" w:rsidP="003323E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00172" w:rsidRDefault="00200172" w:rsidP="003323E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625D"/>
    <w:rsid w:val="0001135D"/>
    <w:rsid w:val="00025F72"/>
    <w:rsid w:val="00062339"/>
    <w:rsid w:val="000C2B46"/>
    <w:rsid w:val="000D769B"/>
    <w:rsid w:val="0013572C"/>
    <w:rsid w:val="00146652"/>
    <w:rsid w:val="001829C8"/>
    <w:rsid w:val="001856D3"/>
    <w:rsid w:val="00195DED"/>
    <w:rsid w:val="001A348C"/>
    <w:rsid w:val="001B1388"/>
    <w:rsid w:val="001B6893"/>
    <w:rsid w:val="001F5ABD"/>
    <w:rsid w:val="00200172"/>
    <w:rsid w:val="0020054D"/>
    <w:rsid w:val="00200D16"/>
    <w:rsid w:val="00207C8E"/>
    <w:rsid w:val="0021293F"/>
    <w:rsid w:val="00216C28"/>
    <w:rsid w:val="00257B1D"/>
    <w:rsid w:val="00260AD9"/>
    <w:rsid w:val="00283765"/>
    <w:rsid w:val="002A1F3D"/>
    <w:rsid w:val="002A2AEE"/>
    <w:rsid w:val="002D0735"/>
    <w:rsid w:val="002D0EEA"/>
    <w:rsid w:val="002E736B"/>
    <w:rsid w:val="00307F06"/>
    <w:rsid w:val="00327979"/>
    <w:rsid w:val="003323E4"/>
    <w:rsid w:val="00361159"/>
    <w:rsid w:val="00390E35"/>
    <w:rsid w:val="00400A59"/>
    <w:rsid w:val="00443122"/>
    <w:rsid w:val="00447943"/>
    <w:rsid w:val="00447C60"/>
    <w:rsid w:val="00453AF6"/>
    <w:rsid w:val="0046048B"/>
    <w:rsid w:val="00481D28"/>
    <w:rsid w:val="00494C65"/>
    <w:rsid w:val="004D1831"/>
    <w:rsid w:val="004D1F4B"/>
    <w:rsid w:val="004F160E"/>
    <w:rsid w:val="005029D2"/>
    <w:rsid w:val="00510286"/>
    <w:rsid w:val="005106E0"/>
    <w:rsid w:val="005369E5"/>
    <w:rsid w:val="00580C0F"/>
    <w:rsid w:val="005846AC"/>
    <w:rsid w:val="00592F5A"/>
    <w:rsid w:val="005938C8"/>
    <w:rsid w:val="005F0885"/>
    <w:rsid w:val="00693D90"/>
    <w:rsid w:val="006A7E40"/>
    <w:rsid w:val="006C6FDA"/>
    <w:rsid w:val="00705E8D"/>
    <w:rsid w:val="00706874"/>
    <w:rsid w:val="0075625D"/>
    <w:rsid w:val="007829E3"/>
    <w:rsid w:val="00782F19"/>
    <w:rsid w:val="00793A6D"/>
    <w:rsid w:val="007E090F"/>
    <w:rsid w:val="007F1342"/>
    <w:rsid w:val="007F1F4F"/>
    <w:rsid w:val="0081347C"/>
    <w:rsid w:val="0083007A"/>
    <w:rsid w:val="008406D4"/>
    <w:rsid w:val="00842D83"/>
    <w:rsid w:val="008430EB"/>
    <w:rsid w:val="00856B12"/>
    <w:rsid w:val="008722DB"/>
    <w:rsid w:val="00881D52"/>
    <w:rsid w:val="00886B77"/>
    <w:rsid w:val="008B5270"/>
    <w:rsid w:val="008F382E"/>
    <w:rsid w:val="008F5456"/>
    <w:rsid w:val="00900F92"/>
    <w:rsid w:val="00905458"/>
    <w:rsid w:val="00950E47"/>
    <w:rsid w:val="0095543F"/>
    <w:rsid w:val="00970B71"/>
    <w:rsid w:val="009A67C2"/>
    <w:rsid w:val="009B1698"/>
    <w:rsid w:val="009E5338"/>
    <w:rsid w:val="009F1E94"/>
    <w:rsid w:val="00A400B3"/>
    <w:rsid w:val="00A94FF5"/>
    <w:rsid w:val="00AA39C0"/>
    <w:rsid w:val="00AC7AEA"/>
    <w:rsid w:val="00AE31A9"/>
    <w:rsid w:val="00B01517"/>
    <w:rsid w:val="00B51EEB"/>
    <w:rsid w:val="00B62E1D"/>
    <w:rsid w:val="00BA5ADD"/>
    <w:rsid w:val="00BB2E2C"/>
    <w:rsid w:val="00BB70B8"/>
    <w:rsid w:val="00BD0A97"/>
    <w:rsid w:val="00BF4854"/>
    <w:rsid w:val="00C07359"/>
    <w:rsid w:val="00C24F0F"/>
    <w:rsid w:val="00C317CD"/>
    <w:rsid w:val="00C47EC4"/>
    <w:rsid w:val="00C60950"/>
    <w:rsid w:val="00CA5204"/>
    <w:rsid w:val="00CB4C08"/>
    <w:rsid w:val="00CC178A"/>
    <w:rsid w:val="00CF22A9"/>
    <w:rsid w:val="00CF3C06"/>
    <w:rsid w:val="00D2428A"/>
    <w:rsid w:val="00D70A89"/>
    <w:rsid w:val="00DA0F04"/>
    <w:rsid w:val="00DA780D"/>
    <w:rsid w:val="00DC0EC0"/>
    <w:rsid w:val="00DC2ABC"/>
    <w:rsid w:val="00E56157"/>
    <w:rsid w:val="00E70133"/>
    <w:rsid w:val="00E71496"/>
    <w:rsid w:val="00E90E23"/>
    <w:rsid w:val="00EB1624"/>
    <w:rsid w:val="00EC2407"/>
    <w:rsid w:val="00F03B83"/>
    <w:rsid w:val="00F14683"/>
    <w:rsid w:val="00F157EB"/>
    <w:rsid w:val="00F22D0D"/>
    <w:rsid w:val="00F252BA"/>
    <w:rsid w:val="00F54C85"/>
    <w:rsid w:val="00F608FF"/>
    <w:rsid w:val="00F91886"/>
    <w:rsid w:val="00FA1AB8"/>
    <w:rsid w:val="00FD6DD7"/>
    <w:rsid w:val="00FE2696"/>
    <w:rsid w:val="00FF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47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5625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3323E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23E4"/>
  </w:style>
  <w:style w:type="paragraph" w:styleId="Footer">
    <w:name w:val="footer"/>
    <w:basedOn w:val="Normal"/>
    <w:link w:val="FooterChar"/>
    <w:uiPriority w:val="99"/>
    <w:semiHidden/>
    <w:rsid w:val="003323E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23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120</Words>
  <Characters>685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脇　長泰</dc:creator>
  <cp:keywords/>
  <dc:description/>
  <cp:lastModifiedBy>user</cp:lastModifiedBy>
  <cp:revision>4</cp:revision>
  <cp:lastPrinted>2014-06-02T03:52:00Z</cp:lastPrinted>
  <dcterms:created xsi:type="dcterms:W3CDTF">2014-06-01T13:17:00Z</dcterms:created>
  <dcterms:modified xsi:type="dcterms:W3CDTF">2014-06-02T03:52:00Z</dcterms:modified>
</cp:coreProperties>
</file>